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A35D446-ED59-4326-A259-B31312E3B230}"/>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